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444443">
        <w:rPr>
          <w:rFonts w:cs="Arial"/>
          <w:b/>
          <w:sz w:val="40"/>
          <w:szCs w:val="40"/>
          <w:lang w:eastAsia="es-ES"/>
        </w:rPr>
        <w:t>20</w:t>
      </w:r>
      <w:bookmarkStart w:id="0" w:name="_GoBack"/>
      <w:bookmarkEnd w:id="0"/>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03B" w:rsidRDefault="00DC603B" w:rsidP="00E22DFC">
      <w:r>
        <w:separator/>
      </w:r>
    </w:p>
  </w:endnote>
  <w:endnote w:type="continuationSeparator" w:id="0">
    <w:p w:rsidR="00DC603B" w:rsidRDefault="00DC603B"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03B" w:rsidRDefault="00DC603B" w:rsidP="00E22DFC">
      <w:r>
        <w:separator/>
      </w:r>
    </w:p>
  </w:footnote>
  <w:footnote w:type="continuationSeparator" w:id="0">
    <w:p w:rsidR="00DC603B" w:rsidRDefault="00DC603B"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43"/>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C603B"/>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F868E7"/>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C2B5499BE61F4A96CEB7A4BBC767F5" ma:contentTypeVersion="3" ma:contentTypeDescription="Crea un document nou" ma:contentTypeScope="" ma:versionID="04f80ac1a5ce8fdf0c3e7f246eadf0d9">
  <xsd:schema xmlns:xsd="http://www.w3.org/2001/XMLSchema" xmlns:xs="http://www.w3.org/2001/XMLSchema" xmlns:p="http://schemas.microsoft.com/office/2006/metadata/properties" xmlns:ns2="c4c8242c-4bc8-4ed7-8cda-9b5b1d0fc3bd" targetNamespace="http://schemas.microsoft.com/office/2006/metadata/properties" ma:root="true" ma:fieldsID="2b61b8ee89a37c29bb2b31635f44057f" ns2:_="">
    <xsd:import namespace="c4c8242c-4bc8-4ed7-8cda-9b5b1d0fc3b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c8242c-4bc8-4ed7-8cda-9b5b1d0fc3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EC224-C7A5-47B4-BD07-07BDA94A88B6}"/>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4.xml><?xml version="1.0" encoding="utf-8"?>
<ds:datastoreItem xmlns:ds="http://schemas.openxmlformats.org/officeDocument/2006/customXml" ds:itemID="{DBED7073-17DA-4B71-95A0-05C26D22D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Sonia Navarro Rey</cp:lastModifiedBy>
  <cp:revision>4</cp:revision>
  <cp:lastPrinted>2018-08-27T11:31:00Z</cp:lastPrinted>
  <dcterms:created xsi:type="dcterms:W3CDTF">2024-01-19T13:44:00Z</dcterms:created>
  <dcterms:modified xsi:type="dcterms:W3CDTF">2024-02-19T11:12:00Z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0x010100C4C2B5499BE61F4A96CEB7A4BBC767F5</vt:lpwstr>
  </property>
</Properties>
</file>